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>
            <w:r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297301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0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297301" w:rsidP="0077673A">
            <w:r>
              <w:t>Lenka Šedivcová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297301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524 338"/>
                  </w:textInput>
                </w:ffData>
              </w:fldChar>
            </w:r>
            <w:bookmarkStart w:id="1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+420 972 524 338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29730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4 450 304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+420 724 450 304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29730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sedivcovaL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sedivcovaL@szdc.cz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E9373B">
              <w:rPr>
                <w:noProof/>
              </w:rPr>
              <w:t>19. března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Default="0065314D" w:rsidP="00B45E9E">
      <w:pPr>
        <w:pStyle w:val="Pedmtdopisu"/>
      </w:pPr>
      <w:r>
        <w:t xml:space="preserve">Vyjádření </w:t>
      </w:r>
      <w:r w:rsidR="0015012F">
        <w:t>S</w:t>
      </w:r>
      <w:r w:rsidR="007D7454">
        <w:t>právy obchodních činností k ZTP</w:t>
      </w:r>
      <w:r>
        <w:t xml:space="preserve"> </w:t>
      </w:r>
      <w:r w:rsidR="0015012F">
        <w:t>ZP stavby</w:t>
      </w:r>
      <w:r>
        <w:t xml:space="preserve"> „Rekonstrukce výpravní budovy v </w:t>
      </w:r>
      <w:proofErr w:type="spellStart"/>
      <w:r>
        <w:t>žst</w:t>
      </w:r>
      <w:proofErr w:type="spellEnd"/>
      <w:r>
        <w:t>. Nýřany“</w:t>
      </w:r>
    </w:p>
    <w:p w:rsidR="0015012F" w:rsidRPr="0015012F" w:rsidRDefault="0015012F" w:rsidP="0015012F">
      <w:pPr>
        <w:pStyle w:val="Oslovenvdopisu"/>
      </w:pPr>
    </w:p>
    <w:p w:rsidR="0065314D" w:rsidRPr="0065314D" w:rsidRDefault="0065314D" w:rsidP="0065314D">
      <w:pPr>
        <w:spacing w:after="120"/>
        <w:rPr>
          <w:u w:val="single"/>
        </w:rPr>
      </w:pPr>
      <w:r w:rsidRPr="0065314D">
        <w:rPr>
          <w:u w:val="single"/>
        </w:rPr>
        <w:t xml:space="preserve">SOČ </w:t>
      </w:r>
      <w:r>
        <w:rPr>
          <w:u w:val="single"/>
        </w:rPr>
        <w:t xml:space="preserve">- </w:t>
      </w:r>
      <w:r w:rsidRPr="0065314D">
        <w:rPr>
          <w:u w:val="single"/>
        </w:rPr>
        <w:t>prodeje a byty:</w:t>
      </w:r>
    </w:p>
    <w:p w:rsidR="0065314D" w:rsidRPr="0065314D" w:rsidRDefault="0065314D" w:rsidP="00297301">
      <w:pPr>
        <w:spacing w:after="120"/>
      </w:pPr>
      <w:r w:rsidRPr="0065314D">
        <w:t xml:space="preserve">Nýřany, Nádražní 84, byt </w:t>
      </w:r>
      <w:r w:rsidRPr="00E9373B">
        <w:rPr>
          <w:b/>
        </w:rPr>
        <w:t>č.</w:t>
      </w:r>
      <w:r w:rsidR="00297301" w:rsidRPr="00E9373B">
        <w:rPr>
          <w:b/>
        </w:rPr>
        <w:t xml:space="preserve"> </w:t>
      </w:r>
      <w:r w:rsidRPr="00E9373B">
        <w:rPr>
          <w:b/>
        </w:rPr>
        <w:t>1</w:t>
      </w:r>
      <w:r w:rsidRPr="0065314D">
        <w:t xml:space="preserve"> </w:t>
      </w:r>
      <w:r w:rsidRPr="00E9373B">
        <w:rPr>
          <w:b/>
        </w:rPr>
        <w:t xml:space="preserve">Uprázdněno </w:t>
      </w:r>
      <w:r w:rsidRPr="0065314D">
        <w:t> </w:t>
      </w:r>
    </w:p>
    <w:p w:rsidR="0065314D" w:rsidRPr="0065314D" w:rsidRDefault="0065314D" w:rsidP="00297301">
      <w:pPr>
        <w:spacing w:after="120"/>
      </w:pPr>
      <w:r w:rsidRPr="0065314D">
        <w:t xml:space="preserve">Nýřany, Nádražní 84, byt </w:t>
      </w:r>
      <w:r w:rsidRPr="00E9373B">
        <w:rPr>
          <w:b/>
        </w:rPr>
        <w:t>č.</w:t>
      </w:r>
      <w:r w:rsidR="00297301" w:rsidRPr="00E9373B">
        <w:rPr>
          <w:b/>
        </w:rPr>
        <w:t xml:space="preserve"> </w:t>
      </w:r>
      <w:r w:rsidRPr="00E9373B">
        <w:rPr>
          <w:b/>
        </w:rPr>
        <w:t>2</w:t>
      </w:r>
      <w:r w:rsidRPr="0065314D">
        <w:t xml:space="preserve"> </w:t>
      </w:r>
      <w:proofErr w:type="spellStart"/>
      <w:r w:rsidRPr="0065314D">
        <w:t>Linguráš</w:t>
      </w:r>
      <w:proofErr w:type="spellEnd"/>
      <w:r w:rsidRPr="0065314D">
        <w:t xml:space="preserve"> od </w:t>
      </w:r>
      <w:proofErr w:type="gramStart"/>
      <w:r w:rsidRPr="0065314D">
        <w:t>01.01.2016</w:t>
      </w:r>
      <w:proofErr w:type="gramEnd"/>
      <w:r w:rsidRPr="0065314D">
        <w:t xml:space="preserve"> </w:t>
      </w:r>
      <w:r w:rsidRPr="00E9373B">
        <w:rPr>
          <w:b/>
        </w:rPr>
        <w:t>doba neurčitá</w:t>
      </w:r>
      <w:r w:rsidRPr="0065314D">
        <w:t> </w:t>
      </w:r>
    </w:p>
    <w:p w:rsidR="0065314D" w:rsidRPr="0065314D" w:rsidRDefault="0065314D" w:rsidP="00297301">
      <w:pPr>
        <w:spacing w:after="120"/>
      </w:pPr>
      <w:r w:rsidRPr="0065314D">
        <w:t xml:space="preserve">2978068608 </w:t>
      </w:r>
      <w:proofErr w:type="spellStart"/>
      <w:r w:rsidRPr="0065314D">
        <w:t>Linguráš</w:t>
      </w:r>
      <w:proofErr w:type="spellEnd"/>
      <w:r w:rsidRPr="0065314D">
        <w:t xml:space="preserve"> Petr // 330 23 Nýřany, Nádražní 84 </w:t>
      </w:r>
    </w:p>
    <w:p w:rsidR="0065314D" w:rsidRPr="00E9373B" w:rsidRDefault="0065314D" w:rsidP="00297301">
      <w:pPr>
        <w:spacing w:after="120"/>
        <w:rPr>
          <w:b/>
        </w:rPr>
      </w:pPr>
      <w:r w:rsidRPr="0065314D">
        <w:t xml:space="preserve">Nýřany, Nádražní 84, byt </w:t>
      </w:r>
      <w:r w:rsidRPr="00E9373B">
        <w:rPr>
          <w:b/>
        </w:rPr>
        <w:t>č.</w:t>
      </w:r>
      <w:r w:rsidR="00297301" w:rsidRPr="00E9373B">
        <w:rPr>
          <w:b/>
        </w:rPr>
        <w:t xml:space="preserve"> </w:t>
      </w:r>
      <w:r w:rsidRPr="00E9373B">
        <w:rPr>
          <w:b/>
        </w:rPr>
        <w:t>3</w:t>
      </w:r>
      <w:r w:rsidRPr="0065314D">
        <w:t xml:space="preserve"> </w:t>
      </w:r>
      <w:proofErr w:type="spellStart"/>
      <w:r w:rsidRPr="0065314D">
        <w:t>Hetfleiš</w:t>
      </w:r>
      <w:proofErr w:type="spellEnd"/>
      <w:r w:rsidRPr="0065314D">
        <w:t xml:space="preserve"> od </w:t>
      </w:r>
      <w:proofErr w:type="gramStart"/>
      <w:r w:rsidRPr="0065314D">
        <w:t>01.01.2016</w:t>
      </w:r>
      <w:proofErr w:type="gramEnd"/>
      <w:r w:rsidRPr="0065314D">
        <w:t xml:space="preserve"> </w:t>
      </w:r>
      <w:r w:rsidRPr="00E9373B">
        <w:rPr>
          <w:b/>
        </w:rPr>
        <w:t>doba neurčitá  </w:t>
      </w:r>
    </w:p>
    <w:p w:rsidR="0065314D" w:rsidRPr="0065314D" w:rsidRDefault="0065314D" w:rsidP="00297301">
      <w:pPr>
        <w:spacing w:after="120"/>
      </w:pPr>
      <w:r w:rsidRPr="0065314D">
        <w:t xml:space="preserve">2978000612 </w:t>
      </w:r>
      <w:proofErr w:type="spellStart"/>
      <w:r w:rsidRPr="0065314D">
        <w:t>Hetfleiš</w:t>
      </w:r>
      <w:proofErr w:type="spellEnd"/>
      <w:r w:rsidRPr="0065314D">
        <w:t xml:space="preserve"> Karel // 330 23 Nýřany, Nádražní 84 </w:t>
      </w:r>
      <w:bookmarkStart w:id="5" w:name="_GoBack"/>
      <w:bookmarkEnd w:id="5"/>
    </w:p>
    <w:p w:rsidR="0065314D" w:rsidRPr="0065314D" w:rsidRDefault="0065314D" w:rsidP="00297301">
      <w:pPr>
        <w:spacing w:after="120"/>
      </w:pPr>
      <w:r w:rsidRPr="0065314D">
        <w:t xml:space="preserve">Nýřany, Nádražní 84, byt </w:t>
      </w:r>
      <w:r w:rsidRPr="00E9373B">
        <w:rPr>
          <w:b/>
        </w:rPr>
        <w:t>č.</w:t>
      </w:r>
      <w:r w:rsidR="0015012F" w:rsidRPr="00E9373B">
        <w:rPr>
          <w:b/>
        </w:rPr>
        <w:t xml:space="preserve"> </w:t>
      </w:r>
      <w:r w:rsidRPr="00E9373B">
        <w:rPr>
          <w:b/>
        </w:rPr>
        <w:t>4</w:t>
      </w:r>
      <w:r w:rsidRPr="0065314D">
        <w:t xml:space="preserve"> </w:t>
      </w:r>
      <w:r w:rsidRPr="00E9373B">
        <w:rPr>
          <w:b/>
        </w:rPr>
        <w:t xml:space="preserve">Uprázdněno </w:t>
      </w:r>
      <w:r w:rsidRPr="0065314D">
        <w:t> </w:t>
      </w:r>
    </w:p>
    <w:p w:rsidR="0065314D" w:rsidRPr="0065314D" w:rsidRDefault="0065314D" w:rsidP="00297301">
      <w:pPr>
        <w:spacing w:after="120"/>
      </w:pPr>
      <w:r w:rsidRPr="0065314D">
        <w:t xml:space="preserve">Nýřany Nádražní 84, byt </w:t>
      </w:r>
      <w:r w:rsidRPr="00E9373B">
        <w:rPr>
          <w:b/>
        </w:rPr>
        <w:t>č.</w:t>
      </w:r>
      <w:r w:rsidR="0015012F" w:rsidRPr="00E9373B">
        <w:rPr>
          <w:b/>
        </w:rPr>
        <w:t xml:space="preserve"> </w:t>
      </w:r>
      <w:r w:rsidRPr="00E9373B">
        <w:rPr>
          <w:b/>
        </w:rPr>
        <w:t>5</w:t>
      </w:r>
      <w:r w:rsidRPr="0065314D">
        <w:t xml:space="preserve">, </w:t>
      </w:r>
      <w:proofErr w:type="spellStart"/>
      <w:r w:rsidRPr="0065314D">
        <w:t>Štaub</w:t>
      </w:r>
      <w:r w:rsidR="00E9373B">
        <w:t>erová</w:t>
      </w:r>
      <w:proofErr w:type="spellEnd"/>
      <w:r w:rsidR="00E9373B">
        <w:t xml:space="preserve"> </w:t>
      </w:r>
      <w:proofErr w:type="gramStart"/>
      <w:r w:rsidR="00E9373B">
        <w:t>01.01.2016</w:t>
      </w:r>
      <w:proofErr w:type="gramEnd"/>
      <w:r w:rsidR="00E9373B">
        <w:t xml:space="preserve"> do 31.01.2021 </w:t>
      </w:r>
      <w:r w:rsidR="00E9373B" w:rsidRPr="00E9373B">
        <w:rPr>
          <w:b/>
        </w:rPr>
        <w:t>doba určitá</w:t>
      </w:r>
    </w:p>
    <w:p w:rsidR="0065314D" w:rsidRPr="0065314D" w:rsidRDefault="0065314D" w:rsidP="00297301">
      <w:pPr>
        <w:spacing w:after="120"/>
      </w:pPr>
      <w:r w:rsidRPr="0065314D">
        <w:t xml:space="preserve">2978000912 </w:t>
      </w:r>
      <w:proofErr w:type="spellStart"/>
      <w:r w:rsidRPr="0065314D">
        <w:t>Štauberová</w:t>
      </w:r>
      <w:proofErr w:type="spellEnd"/>
      <w:r w:rsidRPr="0065314D">
        <w:t xml:space="preserve"> Soňa // 330 23 Nýřany, Nádražní 84 </w:t>
      </w:r>
    </w:p>
    <w:p w:rsidR="0065314D" w:rsidRPr="0065314D" w:rsidRDefault="0065314D" w:rsidP="00297301">
      <w:pPr>
        <w:spacing w:after="120"/>
      </w:pPr>
      <w:r w:rsidRPr="0065314D">
        <w:t xml:space="preserve">Nýřany, nádražní 84, byt </w:t>
      </w:r>
      <w:r w:rsidRPr="00E9373B">
        <w:rPr>
          <w:b/>
        </w:rPr>
        <w:t>č.</w:t>
      </w:r>
      <w:r w:rsidR="0015012F" w:rsidRPr="00E9373B">
        <w:rPr>
          <w:b/>
        </w:rPr>
        <w:t xml:space="preserve"> </w:t>
      </w:r>
      <w:r w:rsidRPr="00E9373B">
        <w:rPr>
          <w:b/>
        </w:rPr>
        <w:t>6</w:t>
      </w:r>
      <w:r w:rsidRPr="0065314D">
        <w:t xml:space="preserve"> </w:t>
      </w:r>
      <w:proofErr w:type="spellStart"/>
      <w:r w:rsidRPr="0065314D">
        <w:t>Semh</w:t>
      </w:r>
      <w:r w:rsidR="00E9373B">
        <w:t>ricová</w:t>
      </w:r>
      <w:proofErr w:type="spellEnd"/>
      <w:r w:rsidR="00E9373B">
        <w:t xml:space="preserve"> </w:t>
      </w:r>
      <w:proofErr w:type="gramStart"/>
      <w:r w:rsidR="00E9373B">
        <w:t>01.01.2016</w:t>
      </w:r>
      <w:proofErr w:type="gramEnd"/>
      <w:r w:rsidR="00E9373B">
        <w:t xml:space="preserve"> do 30.04.2020</w:t>
      </w:r>
      <w:r w:rsidRPr="0065314D">
        <w:t> </w:t>
      </w:r>
      <w:r w:rsidR="00E9373B" w:rsidRPr="00E9373B">
        <w:rPr>
          <w:b/>
        </w:rPr>
        <w:t>doba určitá</w:t>
      </w:r>
    </w:p>
    <w:p w:rsidR="0065314D" w:rsidRPr="0065314D" w:rsidRDefault="0065314D" w:rsidP="0015012F">
      <w:r w:rsidRPr="0065314D">
        <w:t xml:space="preserve">2978069008 </w:t>
      </w:r>
      <w:proofErr w:type="spellStart"/>
      <w:r w:rsidRPr="0065314D">
        <w:t>Semhricová</w:t>
      </w:r>
      <w:proofErr w:type="spellEnd"/>
      <w:r w:rsidRPr="0065314D">
        <w:t xml:space="preserve"> Marie// 330 23 Nýřany, Nádražní 84 </w:t>
      </w:r>
    </w:p>
    <w:p w:rsidR="0065314D" w:rsidRPr="0065314D" w:rsidRDefault="0065314D" w:rsidP="0065314D">
      <w:r w:rsidRPr="0065314D">
        <w:t>V objektu výpravní budovy Nýřany, Nádražní 84 je celkem šest bytů. Byt č. 1 byl k 31. 01. 2020 uvolněn. Byla zadána opravy střechy. Máme zájem byt nově obsadit. U bytů č. 2 a 3 jsou nájemní smlouvy na dobu neurčitou. V bytě č. 4 byla zahájena údržba před novým obsazením, ale v roce 2019 došlo k přerušení prací. U bytů č. 5 a 6 je uzavřena NS na dobu určitou, aktuálně byt č. 5 do 31. 01. 20</w:t>
      </w:r>
      <w:r w:rsidR="0015012F">
        <w:t>21 a byt č. 6 do 30. 04. 2020.</w:t>
      </w:r>
    </w:p>
    <w:p w:rsidR="0065314D" w:rsidRDefault="0065314D" w:rsidP="0065314D">
      <w:r w:rsidRPr="0065314D">
        <w:t>Dále žádáme před zahájením rekonstrukce objektu informovat nás o této skutečnosti s předstihem min. 6 měsíců. Nájemce s dobou platnosti nájmu na neurčito je rovněž potřebné vyřešit s dostatečným časovým p</w:t>
      </w:r>
      <w:r w:rsidR="0015012F">
        <w:t>ředstihem, a to v souladu s OZ.</w:t>
      </w:r>
    </w:p>
    <w:p w:rsidR="0015012F" w:rsidRDefault="0015012F" w:rsidP="0065314D"/>
    <w:p w:rsidR="00297301" w:rsidRPr="0065314D" w:rsidRDefault="00297301" w:rsidP="0065314D">
      <w:r>
        <w:t>Podepsala Jánská Barbora, Ing., tel.: 972 524 363, mob.: 725 178</w:t>
      </w:r>
      <w:r w:rsidR="0015012F">
        <w:t> </w:t>
      </w:r>
      <w:r>
        <w:t>701</w:t>
      </w:r>
    </w:p>
    <w:p w:rsidR="0015012F" w:rsidRDefault="0015012F" w:rsidP="0065314D">
      <w:pPr>
        <w:spacing w:after="120"/>
        <w:rPr>
          <w:u w:val="single"/>
        </w:rPr>
      </w:pPr>
    </w:p>
    <w:p w:rsidR="0015012F" w:rsidRDefault="0015012F" w:rsidP="0065314D">
      <w:pPr>
        <w:spacing w:after="120"/>
        <w:rPr>
          <w:u w:val="single"/>
        </w:rPr>
      </w:pPr>
    </w:p>
    <w:p w:rsidR="0015012F" w:rsidRDefault="0015012F" w:rsidP="0065314D">
      <w:pPr>
        <w:spacing w:after="120"/>
        <w:rPr>
          <w:u w:val="single"/>
        </w:rPr>
      </w:pPr>
    </w:p>
    <w:p w:rsidR="0015012F" w:rsidRDefault="0015012F" w:rsidP="0065314D">
      <w:pPr>
        <w:spacing w:after="120"/>
        <w:rPr>
          <w:u w:val="single"/>
        </w:rPr>
      </w:pPr>
    </w:p>
    <w:p w:rsidR="0065314D" w:rsidRPr="0065314D" w:rsidRDefault="0065314D" w:rsidP="0065314D">
      <w:pPr>
        <w:spacing w:after="120"/>
        <w:rPr>
          <w:u w:val="single"/>
        </w:rPr>
      </w:pPr>
      <w:r w:rsidRPr="0065314D">
        <w:rPr>
          <w:u w:val="single"/>
        </w:rPr>
        <w:lastRenderedPageBreak/>
        <w:t xml:space="preserve">SOČ </w:t>
      </w:r>
      <w:r>
        <w:rPr>
          <w:u w:val="single"/>
        </w:rPr>
        <w:t xml:space="preserve">- </w:t>
      </w:r>
      <w:r w:rsidRPr="0065314D">
        <w:rPr>
          <w:u w:val="single"/>
        </w:rPr>
        <w:t>pronájmy:</w:t>
      </w:r>
    </w:p>
    <w:p w:rsidR="0065314D" w:rsidRPr="0065314D" w:rsidRDefault="0065314D" w:rsidP="0065314D">
      <w:pPr>
        <w:spacing w:after="120"/>
        <w:rPr>
          <w:rFonts w:eastAsia="Arial"/>
        </w:rPr>
      </w:pPr>
      <w:r w:rsidRPr="0065314D">
        <w:t>Současné obchodní obsazení objektu je následující:  </w:t>
      </w:r>
    </w:p>
    <w:p w:rsidR="0065314D" w:rsidRPr="0065314D" w:rsidRDefault="0065314D" w:rsidP="0015012F">
      <w:pPr>
        <w:spacing w:after="120"/>
      </w:pPr>
      <w:r w:rsidRPr="0065314D">
        <w:t xml:space="preserve">- </w:t>
      </w:r>
      <w:proofErr w:type="spellStart"/>
      <w:r w:rsidRPr="0065314D">
        <w:t>sml</w:t>
      </w:r>
      <w:proofErr w:type="spellEnd"/>
      <w:r w:rsidRPr="0065314D">
        <w:t>. ČD, a.s. Pokladna ZAP, nocležna DKV + zázemí - 0P24, 0P33, 0P35, 0P36 - 0P38. </w:t>
      </w:r>
    </w:p>
    <w:p w:rsidR="0065314D" w:rsidRPr="0065314D" w:rsidRDefault="0065314D" w:rsidP="0015012F">
      <w:pPr>
        <w:spacing w:after="120"/>
      </w:pPr>
      <w:r w:rsidRPr="0065314D">
        <w:t xml:space="preserve">- automat na kávu </w:t>
      </w:r>
      <w:proofErr w:type="spellStart"/>
      <w:r w:rsidRPr="0065314D">
        <w:t>Delikomat</w:t>
      </w:r>
      <w:proofErr w:type="spellEnd"/>
      <w:r w:rsidRPr="0065314D">
        <w:t xml:space="preserve"> s.r.o. - v čekárně </w:t>
      </w:r>
    </w:p>
    <w:p w:rsidR="0065314D" w:rsidRPr="0065314D" w:rsidRDefault="0065314D" w:rsidP="0015012F">
      <w:r w:rsidRPr="0065314D">
        <w:t>- ČD CARGO místnost - 0P32 </w:t>
      </w:r>
    </w:p>
    <w:p w:rsidR="0015012F" w:rsidRDefault="0065314D" w:rsidP="0065314D">
      <w:r w:rsidRPr="0065314D">
        <w:t xml:space="preserve">V případě, že </w:t>
      </w:r>
      <w:proofErr w:type="gramStart"/>
      <w:r w:rsidRPr="0065314D">
        <w:t>dojde</w:t>
      </w:r>
      <w:proofErr w:type="gramEnd"/>
      <w:r w:rsidRPr="0065314D">
        <w:t xml:space="preserve"> k redukci prostor </w:t>
      </w:r>
      <w:proofErr w:type="gramStart"/>
      <w:r w:rsidRPr="0065314D">
        <w:t>je</w:t>
      </w:r>
      <w:proofErr w:type="gramEnd"/>
      <w:r w:rsidRPr="0065314D">
        <w:t xml:space="preserve"> nezbytné včas informovat nájemce prostřednictvím našeho oddělení. V případě varianty zachování prostor, žádáme o připravenost v komerčních prostorách - samostatné měření energií. Dá se uvažovat nad umístěním bankomatu a příprava pro jízdenkový automat. Zájem ze strany města o prostory není.</w:t>
      </w:r>
      <w:r>
        <w:t xml:space="preserve">  </w:t>
      </w:r>
    </w:p>
    <w:p w:rsidR="0015012F" w:rsidRDefault="0015012F" w:rsidP="0065314D"/>
    <w:p w:rsidR="00B45E9E" w:rsidRDefault="00297301" w:rsidP="00B45E9E">
      <w:r>
        <w:t>Podepsal Zdeněk František, Ing., tel.: 972 524 069, mob.: 602 556</w:t>
      </w:r>
      <w:r w:rsidR="0015012F">
        <w:t> </w:t>
      </w:r>
      <w:r>
        <w:t>997</w:t>
      </w:r>
    </w:p>
    <w:p w:rsidR="00D21061" w:rsidRDefault="00D21061" w:rsidP="00B45E9E">
      <w:pPr>
        <w:pStyle w:val="Doplujcdaje"/>
      </w:pPr>
    </w:p>
    <w:sectPr w:rsidR="00D2106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2D" w:rsidRDefault="00757B2D" w:rsidP="00962258">
      <w:pPr>
        <w:spacing w:after="0" w:line="240" w:lineRule="auto"/>
      </w:pPr>
      <w:r>
        <w:separator/>
      </w:r>
    </w:p>
  </w:endnote>
  <w:endnote w:type="continuationSeparator" w:id="0">
    <w:p w:rsidR="00757B2D" w:rsidRDefault="00757B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37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37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37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373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2C5A30" w:rsidRPr="00B45E9E" w:rsidRDefault="002C5A30" w:rsidP="002C5A30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2C5A30" w:rsidRPr="00B45E9E" w:rsidRDefault="002C5A30" w:rsidP="002C5A30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2C5A30" w:rsidP="002C5A30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2D" w:rsidRDefault="00757B2D" w:rsidP="00962258">
      <w:pPr>
        <w:spacing w:after="0" w:line="240" w:lineRule="auto"/>
      </w:pPr>
      <w:r>
        <w:separator/>
      </w:r>
    </w:p>
  </w:footnote>
  <w:footnote w:type="continuationSeparator" w:id="0">
    <w:p w:rsidR="00757B2D" w:rsidRDefault="00757B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43DE5FA5" wp14:editId="43DE5FA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0974A7D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3DE5FA7" wp14:editId="43DE5FA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43DE5FA9" wp14:editId="43DE5FA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24AF26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30"/>
    <w:rsid w:val="00033432"/>
    <w:rsid w:val="000335CC"/>
    <w:rsid w:val="00052ACB"/>
    <w:rsid w:val="00072C1E"/>
    <w:rsid w:val="000B7907"/>
    <w:rsid w:val="000C0429"/>
    <w:rsid w:val="00114472"/>
    <w:rsid w:val="0015012F"/>
    <w:rsid w:val="00170EC5"/>
    <w:rsid w:val="001747C1"/>
    <w:rsid w:val="0018596A"/>
    <w:rsid w:val="001C4DA0"/>
    <w:rsid w:val="00207DF5"/>
    <w:rsid w:val="0026785D"/>
    <w:rsid w:val="00297301"/>
    <w:rsid w:val="002C31BF"/>
    <w:rsid w:val="002C5A30"/>
    <w:rsid w:val="002E0CD7"/>
    <w:rsid w:val="002F026B"/>
    <w:rsid w:val="00330F38"/>
    <w:rsid w:val="00357BC6"/>
    <w:rsid w:val="003956C6"/>
    <w:rsid w:val="003E75CE"/>
    <w:rsid w:val="00413437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61068E"/>
    <w:rsid w:val="0065314D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57B2D"/>
    <w:rsid w:val="0076286B"/>
    <w:rsid w:val="00764595"/>
    <w:rsid w:val="00766846"/>
    <w:rsid w:val="0077673A"/>
    <w:rsid w:val="007846E1"/>
    <w:rsid w:val="007B570C"/>
    <w:rsid w:val="007D7454"/>
    <w:rsid w:val="007E4A6E"/>
    <w:rsid w:val="007F56A7"/>
    <w:rsid w:val="00807DD0"/>
    <w:rsid w:val="00813F11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E72A9"/>
    <w:rsid w:val="009F392E"/>
    <w:rsid w:val="00A44328"/>
    <w:rsid w:val="00A6177B"/>
    <w:rsid w:val="00A66136"/>
    <w:rsid w:val="00A75CA7"/>
    <w:rsid w:val="00AA4CBB"/>
    <w:rsid w:val="00AA65FA"/>
    <w:rsid w:val="00AA7351"/>
    <w:rsid w:val="00AD056F"/>
    <w:rsid w:val="00AD0D67"/>
    <w:rsid w:val="00AD6731"/>
    <w:rsid w:val="00B15D0D"/>
    <w:rsid w:val="00B265C5"/>
    <w:rsid w:val="00B40FB0"/>
    <w:rsid w:val="00B45E9E"/>
    <w:rsid w:val="00B525B2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21B22"/>
    <w:rsid w:val="00E6334A"/>
    <w:rsid w:val="00E824F1"/>
    <w:rsid w:val="00E9373B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4F45FF"/>
  <w14:defaultImageDpi w14:val="32767"/>
  <w15:docId w15:val="{29E7D9A9-66F7-48B3-A64A-FD745AD0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re%20D\00S&#381;DC_O&#344;\LOGO_Spr&#225;va%20&#382;eleznic_zm&#283;na%20n&#225;zvu%202020\VZORY%20DOKUMENT&#366;%20O&#344;_Spr&#225;va%20&#382;eleznic_O&#344;%20PLZ_platn&#233;\Administrativn&#237;%20dopis_O&#344;%20PLZ_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6B2506-D5AA-431A-BE42-063DA4A0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dopis_OŘ PLZ_1</Template>
  <TotalTime>24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Šedivcová Lenka</cp:lastModifiedBy>
  <cp:revision>5</cp:revision>
  <cp:lastPrinted>2018-07-31T10:21:00Z</cp:lastPrinted>
  <dcterms:created xsi:type="dcterms:W3CDTF">2020-03-19T13:49:00Z</dcterms:created>
  <dcterms:modified xsi:type="dcterms:W3CDTF">2020-03-19T15:53:00Z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